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D53" w:rsidRPr="000C21E0" w:rsidRDefault="00262D53" w:rsidP="00F518E9">
      <w:pPr>
        <w:pStyle w:val="BodyText"/>
        <w:jc w:val="center"/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  <w:r w:rsidRPr="000C21E0">
        <w:rPr>
          <w:rFonts w:cs="Arial"/>
          <w:sz w:val="20"/>
        </w:rPr>
        <w:object w:dxaOrig="2970" w:dyaOrig="4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75pt" o:ole="" fillcolor="window">
            <v:imagedata r:id="rId5" o:title=""/>
          </v:shape>
          <o:OLEObject Type="Embed" ProgID="Paint.Picture" ShapeID="_x0000_i1025" DrawAspect="Content" ObjectID="_1487755246" r:id="rId6"/>
        </w:object>
      </w:r>
    </w:p>
    <w:p w:rsidR="00262D53" w:rsidRPr="000C21E0" w:rsidRDefault="00262D53" w:rsidP="00F518E9">
      <w:pPr>
        <w:pStyle w:val="BodyText"/>
        <w:jc w:val="center"/>
        <w:rPr>
          <w:rFonts w:cs="Arial"/>
          <w:b w:val="0"/>
          <w:sz w:val="20"/>
        </w:rPr>
      </w:pPr>
      <w:r w:rsidRPr="000C21E0">
        <w:rPr>
          <w:rFonts w:cs="Arial"/>
          <w:b w:val="0"/>
          <w:sz w:val="20"/>
        </w:rPr>
        <w:t>PROVINCIA DI VITERBO</w:t>
      </w:r>
    </w:p>
    <w:p w:rsidR="00262D53" w:rsidRPr="000C21E0" w:rsidRDefault="00262D53" w:rsidP="00F518E9">
      <w:pPr>
        <w:pStyle w:val="BodyText"/>
        <w:jc w:val="center"/>
        <w:rPr>
          <w:rFonts w:cs="Arial"/>
          <w:b w:val="0"/>
          <w:sz w:val="20"/>
        </w:rPr>
      </w:pPr>
      <w:r w:rsidRPr="000C21E0">
        <w:rPr>
          <w:rFonts w:cs="Arial"/>
          <w:b w:val="0"/>
          <w:sz w:val="20"/>
        </w:rPr>
        <w:t>Settore XI – Servizio Trasporti</w:t>
      </w:r>
    </w:p>
    <w:p w:rsidR="00262D53" w:rsidRPr="001C1B64" w:rsidRDefault="00262D53" w:rsidP="005F04DA">
      <w:pPr>
        <w:pStyle w:val="BodyText"/>
        <w:jc w:val="right"/>
        <w:rPr>
          <w:sz w:val="22"/>
          <w:szCs w:val="22"/>
        </w:rPr>
      </w:pPr>
      <w:r w:rsidRPr="001C1B64">
        <w:rPr>
          <w:sz w:val="22"/>
          <w:szCs w:val="22"/>
        </w:rPr>
        <w:t xml:space="preserve"> MOD. 08 AUT.</w:t>
      </w:r>
    </w:p>
    <w:p w:rsidR="00262D53" w:rsidRPr="005F04DA" w:rsidRDefault="00262D53" w:rsidP="005F04DA">
      <w:pPr>
        <w:pStyle w:val="BodyText"/>
        <w:jc w:val="right"/>
        <w:rPr>
          <w:rFonts w:cs="Arial"/>
          <w:b w:val="0"/>
          <w:sz w:val="20"/>
        </w:rPr>
      </w:pPr>
    </w:p>
    <w:p w:rsidR="00262D53" w:rsidRPr="000C21E0" w:rsidRDefault="00262D53" w:rsidP="00F518E9">
      <w:pPr>
        <w:jc w:val="right"/>
        <w:rPr>
          <w:rFonts w:ascii="Arial" w:hAnsi="Arial" w:cs="Arial"/>
          <w:b/>
        </w:rPr>
      </w:pPr>
      <w:r w:rsidRPr="000C21E0">
        <w:rPr>
          <w:rFonts w:ascii="Arial" w:hAnsi="Arial" w:cs="Arial"/>
          <w:b/>
        </w:rPr>
        <w:t>Alla Provincia di Viterbo</w:t>
      </w:r>
    </w:p>
    <w:p w:rsidR="00262D53" w:rsidRPr="000C21E0" w:rsidRDefault="00262D53" w:rsidP="000C21E0">
      <w:pPr>
        <w:jc w:val="right"/>
        <w:rPr>
          <w:rFonts w:ascii="Arial" w:hAnsi="Arial" w:cs="Arial"/>
          <w:b/>
        </w:rPr>
      </w:pPr>
      <w:r w:rsidRPr="000C21E0">
        <w:rPr>
          <w:rFonts w:ascii="Arial" w:hAnsi="Arial" w:cs="Arial"/>
          <w:b/>
        </w:rPr>
        <w:t>Ufficio Autoscuole</w:t>
      </w:r>
    </w:p>
    <w:p w:rsidR="00262D53" w:rsidRPr="000C21E0" w:rsidRDefault="00262D53" w:rsidP="00F518E9">
      <w:pPr>
        <w:rPr>
          <w:rFonts w:ascii="Arial" w:hAnsi="Arial" w:cs="Arial"/>
        </w:rPr>
      </w:pPr>
    </w:p>
    <w:p w:rsidR="00262D53" w:rsidRPr="000C21E0" w:rsidRDefault="00262D53" w:rsidP="00F518E9">
      <w:pPr>
        <w:rPr>
          <w:rFonts w:ascii="Arial" w:hAnsi="Arial" w:cs="Arial"/>
        </w:rPr>
      </w:pPr>
    </w:p>
    <w:p w:rsidR="00262D53" w:rsidRPr="000C21E0" w:rsidRDefault="00262D53" w:rsidP="00F518E9">
      <w:pPr>
        <w:jc w:val="center"/>
        <w:rPr>
          <w:rFonts w:ascii="Arial" w:hAnsi="Arial" w:cs="Arial"/>
          <w:b/>
        </w:rPr>
      </w:pPr>
      <w:r w:rsidRPr="000C21E0">
        <w:rPr>
          <w:rFonts w:ascii="Arial" w:hAnsi="Arial" w:cs="Arial"/>
          <w:b/>
        </w:rPr>
        <w:t>COMUNICAZIONE VARIAZIONE PARCO VEICOLARE AUTOSCUOLA</w:t>
      </w:r>
    </w:p>
    <w:p w:rsidR="00262D53" w:rsidRPr="000C21E0" w:rsidRDefault="00262D53" w:rsidP="00F518E9">
      <w:pPr>
        <w:jc w:val="both"/>
        <w:rPr>
          <w:rFonts w:ascii="Arial" w:hAnsi="Arial" w:cs="Arial"/>
        </w:rPr>
      </w:pPr>
    </w:p>
    <w:p w:rsidR="00262D53" w:rsidRPr="000C21E0" w:rsidRDefault="00262D53" w:rsidP="00F518E9">
      <w:pPr>
        <w:jc w:val="both"/>
        <w:rPr>
          <w:rFonts w:ascii="Arial" w:hAnsi="Arial" w:cs="Arial"/>
        </w:rPr>
      </w:pPr>
    </w:p>
    <w:p w:rsidR="00262D53" w:rsidRPr="000C21E0" w:rsidRDefault="00262D53" w:rsidP="00D20CA8">
      <w:pPr>
        <w:spacing w:line="360" w:lineRule="auto"/>
        <w:jc w:val="both"/>
        <w:rPr>
          <w:rFonts w:ascii="Arial" w:hAnsi="Arial" w:cs="Arial"/>
        </w:rPr>
      </w:pPr>
      <w:r w:rsidRPr="000C21E0">
        <w:rPr>
          <w:rFonts w:ascii="Arial" w:hAnsi="Arial" w:cs="Arial"/>
        </w:rPr>
        <w:t>Il/La sottoscritto/a________________________________________________________________________</w:t>
      </w:r>
    </w:p>
    <w:p w:rsidR="00262D53" w:rsidRDefault="00262D53" w:rsidP="00D20CA8">
      <w:pPr>
        <w:spacing w:line="360" w:lineRule="auto"/>
        <w:jc w:val="both"/>
        <w:rPr>
          <w:rFonts w:ascii="Arial" w:hAnsi="Arial" w:cs="Arial"/>
        </w:rPr>
      </w:pPr>
      <w:r w:rsidRPr="000C21E0">
        <w:rPr>
          <w:rFonts w:ascii="Arial" w:hAnsi="Arial" w:cs="Arial"/>
        </w:rPr>
        <w:t>in qualità di (*)______________________________________________</w:t>
      </w:r>
      <w:r>
        <w:rPr>
          <w:rFonts w:ascii="Arial" w:hAnsi="Arial" w:cs="Arial"/>
        </w:rPr>
        <w:t>_dell’impresa denominata</w:t>
      </w:r>
      <w:r w:rsidRPr="000C21E0">
        <w:rPr>
          <w:rFonts w:ascii="Arial" w:hAnsi="Arial" w:cs="Arial"/>
        </w:rPr>
        <w:t>:</w:t>
      </w:r>
    </w:p>
    <w:p w:rsidR="00262D53" w:rsidRPr="000C21E0" w:rsidRDefault="00262D53" w:rsidP="00D20CA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</w:t>
      </w:r>
    </w:p>
    <w:p w:rsidR="00262D53" w:rsidRPr="000C21E0" w:rsidRDefault="00262D53" w:rsidP="00D20CA8">
      <w:pPr>
        <w:spacing w:line="360" w:lineRule="auto"/>
        <w:jc w:val="both"/>
        <w:rPr>
          <w:rFonts w:ascii="Arial" w:hAnsi="Arial" w:cs="Arial"/>
        </w:rPr>
      </w:pPr>
    </w:p>
    <w:p w:rsidR="00262D53" w:rsidRPr="000C21E0" w:rsidRDefault="00262D53" w:rsidP="00D20CA8">
      <w:pPr>
        <w:spacing w:line="360" w:lineRule="auto"/>
        <w:jc w:val="both"/>
        <w:rPr>
          <w:rFonts w:ascii="Arial" w:hAnsi="Arial" w:cs="Arial"/>
        </w:rPr>
      </w:pPr>
    </w:p>
    <w:p w:rsidR="00262D53" w:rsidRPr="000C21E0" w:rsidRDefault="00262D53" w:rsidP="00D20CA8">
      <w:pPr>
        <w:spacing w:line="360" w:lineRule="auto"/>
        <w:jc w:val="both"/>
        <w:rPr>
          <w:rFonts w:ascii="Arial" w:hAnsi="Arial" w:cs="Arial"/>
        </w:rPr>
      </w:pPr>
      <w:r w:rsidRPr="000C21E0">
        <w:rPr>
          <w:rFonts w:ascii="Arial" w:hAnsi="Arial" w:cs="Arial"/>
          <w:b/>
        </w:rPr>
        <w:t>DENOMINAZIONE AUTOSCUOLA</w:t>
      </w:r>
      <w:r w:rsidRPr="000C21E0">
        <w:rPr>
          <w:rFonts w:ascii="Arial" w:hAnsi="Arial" w:cs="Arial"/>
        </w:rPr>
        <w:t>_______________________________________________________</w:t>
      </w:r>
    </w:p>
    <w:p w:rsidR="00262D53" w:rsidRPr="000C21E0" w:rsidRDefault="00262D53" w:rsidP="00D20CA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 sede </w:t>
      </w:r>
      <w:r w:rsidRPr="000C21E0">
        <w:rPr>
          <w:rFonts w:ascii="Arial" w:hAnsi="Arial" w:cs="Arial"/>
        </w:rPr>
        <w:t xml:space="preserve"> in _______</w:t>
      </w:r>
      <w:r>
        <w:rPr>
          <w:rFonts w:ascii="Arial" w:hAnsi="Arial" w:cs="Arial"/>
        </w:rPr>
        <w:t>______________</w:t>
      </w:r>
      <w:r w:rsidRPr="000C21E0">
        <w:rPr>
          <w:rFonts w:ascii="Arial" w:hAnsi="Arial" w:cs="Arial"/>
        </w:rPr>
        <w:t>_____via____________________________________n.</w:t>
      </w:r>
      <w:r>
        <w:rPr>
          <w:rFonts w:ascii="Arial" w:hAnsi="Arial" w:cs="Arial"/>
        </w:rPr>
        <w:t>______</w:t>
      </w:r>
    </w:p>
    <w:p w:rsidR="00262D53" w:rsidRPr="000C21E0" w:rsidRDefault="00262D53" w:rsidP="00F518E9">
      <w:pPr>
        <w:spacing w:line="360" w:lineRule="auto"/>
        <w:jc w:val="both"/>
        <w:rPr>
          <w:rFonts w:ascii="Arial" w:hAnsi="Arial" w:cs="Arial"/>
        </w:rPr>
      </w:pPr>
      <w:r w:rsidRPr="000C21E0">
        <w:rPr>
          <w:rFonts w:ascii="Arial" w:hAnsi="Arial" w:cs="Arial"/>
        </w:rPr>
        <w:t>tel_______________________fax________________________________</w:t>
      </w:r>
    </w:p>
    <w:p w:rsidR="00262D53" w:rsidRDefault="00262D53" w:rsidP="00F518E9">
      <w:pPr>
        <w:jc w:val="both"/>
        <w:rPr>
          <w:rFonts w:ascii="Arial" w:hAnsi="Arial" w:cs="Arial"/>
        </w:rPr>
      </w:pPr>
    </w:p>
    <w:p w:rsidR="00262D53" w:rsidRPr="000C21E0" w:rsidRDefault="00262D53" w:rsidP="00F518E9">
      <w:pPr>
        <w:jc w:val="both"/>
        <w:rPr>
          <w:rFonts w:ascii="Arial" w:hAnsi="Arial" w:cs="Arial"/>
        </w:rPr>
      </w:pPr>
    </w:p>
    <w:p w:rsidR="00262D53" w:rsidRPr="000C21E0" w:rsidRDefault="00262D53" w:rsidP="00F518E9">
      <w:pPr>
        <w:pStyle w:val="Heading1"/>
        <w:rPr>
          <w:rFonts w:cs="Arial"/>
          <w:sz w:val="20"/>
        </w:rPr>
      </w:pPr>
      <w:r w:rsidRPr="000C21E0">
        <w:rPr>
          <w:rFonts w:cs="Arial"/>
          <w:sz w:val="20"/>
        </w:rPr>
        <w:t>COMUNICA</w:t>
      </w:r>
    </w:p>
    <w:p w:rsidR="00262D53" w:rsidRPr="000C21E0" w:rsidRDefault="00262D53" w:rsidP="00F518E9">
      <w:pPr>
        <w:rPr>
          <w:rFonts w:ascii="Arial" w:hAnsi="Arial" w:cs="Arial"/>
        </w:rPr>
      </w:pPr>
    </w:p>
    <w:p w:rsidR="00262D53" w:rsidRPr="000C21E0" w:rsidRDefault="00262D53" w:rsidP="00F518E9">
      <w:pPr>
        <w:rPr>
          <w:rFonts w:ascii="Arial" w:hAnsi="Arial" w:cs="Arial"/>
        </w:rPr>
      </w:pPr>
    </w:p>
    <w:p w:rsidR="00262D53" w:rsidRPr="000C21E0" w:rsidRDefault="00262D53" w:rsidP="00F518E9">
      <w:pPr>
        <w:jc w:val="both"/>
        <w:rPr>
          <w:rFonts w:ascii="Arial" w:hAnsi="Arial" w:cs="Arial"/>
          <w:b/>
        </w:rPr>
      </w:pPr>
      <w:r w:rsidRPr="000C21E0">
        <w:rPr>
          <w:rFonts w:ascii="Arial" w:hAnsi="Arial" w:cs="Arial"/>
          <w:b/>
        </w:rPr>
        <w:t>l’inserim</w:t>
      </w:r>
      <w:r>
        <w:rPr>
          <w:rFonts w:ascii="Arial" w:hAnsi="Arial" w:cs="Arial"/>
          <w:b/>
        </w:rPr>
        <w:t>ento nel parco veicolare della citata autoscuola</w:t>
      </w:r>
      <w:r w:rsidRPr="000C21E0">
        <w:rPr>
          <w:rFonts w:ascii="Arial" w:hAnsi="Arial" w:cs="Arial"/>
          <w:b/>
        </w:rPr>
        <w:t xml:space="preserve"> dei seguenti veicoli:</w:t>
      </w:r>
    </w:p>
    <w:p w:rsidR="00262D53" w:rsidRPr="000C21E0" w:rsidRDefault="00262D53">
      <w:pPr>
        <w:rPr>
          <w:rFonts w:ascii="Arial" w:hAnsi="Arial" w:cs="Arial"/>
        </w:rPr>
      </w:pPr>
    </w:p>
    <w:p w:rsidR="00262D53" w:rsidRPr="000C21E0" w:rsidRDefault="00262D53">
      <w:pPr>
        <w:rPr>
          <w:rFonts w:ascii="Arial" w:hAnsi="Arial" w:cs="Arial"/>
          <w:b/>
        </w:rPr>
      </w:pPr>
    </w:p>
    <w:p w:rsidR="00262D53" w:rsidRPr="000C21E0" w:rsidRDefault="00262D53">
      <w:pPr>
        <w:rPr>
          <w:rFonts w:ascii="Arial" w:hAnsi="Arial" w:cs="Arial"/>
        </w:rPr>
      </w:pPr>
      <w:r w:rsidRPr="000C21E0">
        <w:rPr>
          <w:rFonts w:ascii="Arial" w:hAnsi="Arial" w:cs="Arial"/>
        </w:rPr>
        <w:t>MARCA E MODELLO___________________________________ TARGA_________________________</w:t>
      </w:r>
    </w:p>
    <w:p w:rsidR="00262D53" w:rsidRPr="000C21E0" w:rsidRDefault="00262D53">
      <w:pPr>
        <w:rPr>
          <w:rFonts w:ascii="Arial" w:hAnsi="Arial" w:cs="Arial"/>
        </w:rPr>
      </w:pPr>
    </w:p>
    <w:p w:rsidR="00262D53" w:rsidRPr="000C21E0" w:rsidRDefault="00262D53" w:rsidP="00F518E9">
      <w:pPr>
        <w:rPr>
          <w:rFonts w:ascii="Arial" w:hAnsi="Arial" w:cs="Arial"/>
        </w:rPr>
      </w:pPr>
      <w:r w:rsidRPr="000C21E0">
        <w:rPr>
          <w:rFonts w:ascii="Arial" w:hAnsi="Arial" w:cs="Arial"/>
        </w:rPr>
        <w:t>MARCA E MODELLO___________________________________ TARGA_________________________</w:t>
      </w:r>
    </w:p>
    <w:p w:rsidR="00262D53" w:rsidRPr="000C21E0" w:rsidRDefault="00262D53" w:rsidP="00F518E9">
      <w:pPr>
        <w:rPr>
          <w:rFonts w:ascii="Arial" w:hAnsi="Arial" w:cs="Arial"/>
        </w:rPr>
      </w:pPr>
    </w:p>
    <w:p w:rsidR="00262D53" w:rsidRPr="000C21E0" w:rsidRDefault="00262D53" w:rsidP="00F518E9">
      <w:pPr>
        <w:rPr>
          <w:rFonts w:ascii="Arial" w:hAnsi="Arial" w:cs="Arial"/>
        </w:rPr>
      </w:pPr>
      <w:r w:rsidRPr="000C21E0">
        <w:rPr>
          <w:rFonts w:ascii="Arial" w:hAnsi="Arial" w:cs="Arial"/>
        </w:rPr>
        <w:t>MARCA E MODELLO___________________________________ TARGA_________________________</w:t>
      </w:r>
    </w:p>
    <w:p w:rsidR="00262D53" w:rsidRPr="000C21E0" w:rsidRDefault="00262D53" w:rsidP="00F518E9">
      <w:pPr>
        <w:rPr>
          <w:rFonts w:ascii="Arial" w:hAnsi="Arial" w:cs="Arial"/>
        </w:rPr>
      </w:pPr>
    </w:p>
    <w:p w:rsidR="00262D53" w:rsidRPr="000C21E0" w:rsidRDefault="00262D53" w:rsidP="00F518E9">
      <w:pPr>
        <w:rPr>
          <w:rFonts w:ascii="Arial" w:hAnsi="Arial" w:cs="Arial"/>
          <w:b/>
        </w:rPr>
      </w:pPr>
    </w:p>
    <w:p w:rsidR="00262D53" w:rsidRPr="000C21E0" w:rsidRDefault="00262D53" w:rsidP="00F518E9">
      <w:pPr>
        <w:rPr>
          <w:rFonts w:ascii="Arial" w:hAnsi="Arial" w:cs="Arial"/>
          <w:b/>
        </w:rPr>
      </w:pPr>
    </w:p>
    <w:p w:rsidR="00262D53" w:rsidRPr="000C21E0" w:rsidRDefault="00262D53" w:rsidP="00F518E9">
      <w:pPr>
        <w:jc w:val="both"/>
        <w:rPr>
          <w:rFonts w:ascii="Arial" w:hAnsi="Arial" w:cs="Arial"/>
          <w:b/>
        </w:rPr>
      </w:pPr>
      <w:r w:rsidRPr="000C21E0">
        <w:rPr>
          <w:rFonts w:ascii="Arial" w:hAnsi="Arial" w:cs="Arial"/>
          <w:b/>
        </w:rPr>
        <w:t>in sostituzione dei seguenti veicoli:</w:t>
      </w:r>
    </w:p>
    <w:p w:rsidR="00262D53" w:rsidRPr="000C21E0" w:rsidRDefault="00262D53">
      <w:pPr>
        <w:rPr>
          <w:rFonts w:ascii="Arial" w:hAnsi="Arial" w:cs="Arial"/>
          <w:b/>
        </w:rPr>
      </w:pPr>
    </w:p>
    <w:p w:rsidR="00262D53" w:rsidRPr="000C21E0" w:rsidRDefault="00262D53">
      <w:pPr>
        <w:rPr>
          <w:rFonts w:ascii="Arial" w:hAnsi="Arial" w:cs="Arial"/>
          <w:b/>
        </w:rPr>
      </w:pPr>
    </w:p>
    <w:p w:rsidR="00262D53" w:rsidRPr="000C21E0" w:rsidRDefault="00262D53" w:rsidP="00F518E9">
      <w:pPr>
        <w:rPr>
          <w:rFonts w:ascii="Arial" w:hAnsi="Arial" w:cs="Arial"/>
        </w:rPr>
      </w:pPr>
      <w:r w:rsidRPr="000C21E0">
        <w:rPr>
          <w:rFonts w:ascii="Arial" w:hAnsi="Arial" w:cs="Arial"/>
        </w:rPr>
        <w:t>MARCA E MODELLO___________________________________ TARGA________________________</w:t>
      </w:r>
    </w:p>
    <w:p w:rsidR="00262D53" w:rsidRPr="000C21E0" w:rsidRDefault="00262D53" w:rsidP="00F518E9">
      <w:pPr>
        <w:rPr>
          <w:rFonts w:ascii="Arial" w:hAnsi="Arial" w:cs="Arial"/>
        </w:rPr>
      </w:pPr>
    </w:p>
    <w:p w:rsidR="00262D53" w:rsidRPr="000C21E0" w:rsidRDefault="00262D53" w:rsidP="00F518E9">
      <w:pPr>
        <w:rPr>
          <w:rFonts w:ascii="Arial" w:hAnsi="Arial" w:cs="Arial"/>
        </w:rPr>
      </w:pPr>
      <w:r w:rsidRPr="000C21E0">
        <w:rPr>
          <w:rFonts w:ascii="Arial" w:hAnsi="Arial" w:cs="Arial"/>
        </w:rPr>
        <w:t>MARCA E MODELLO___________________________________ TARGA________________________</w:t>
      </w:r>
    </w:p>
    <w:p w:rsidR="00262D53" w:rsidRPr="000C21E0" w:rsidRDefault="00262D53" w:rsidP="00F518E9">
      <w:pPr>
        <w:rPr>
          <w:rFonts w:ascii="Arial" w:hAnsi="Arial" w:cs="Arial"/>
        </w:rPr>
      </w:pPr>
    </w:p>
    <w:p w:rsidR="00262D53" w:rsidRPr="000C21E0" w:rsidRDefault="00262D53" w:rsidP="00F518E9">
      <w:pPr>
        <w:rPr>
          <w:rFonts w:ascii="Arial" w:hAnsi="Arial" w:cs="Arial"/>
        </w:rPr>
      </w:pPr>
      <w:r w:rsidRPr="000C21E0">
        <w:rPr>
          <w:rFonts w:ascii="Arial" w:hAnsi="Arial" w:cs="Arial"/>
        </w:rPr>
        <w:t>MARCA E MODELLO___________________________________ TARGA________________________</w:t>
      </w:r>
    </w:p>
    <w:p w:rsidR="00262D53" w:rsidRPr="000C21E0" w:rsidRDefault="00262D53" w:rsidP="00F518E9">
      <w:pPr>
        <w:rPr>
          <w:rFonts w:ascii="Arial" w:hAnsi="Arial" w:cs="Arial"/>
          <w:b/>
        </w:rPr>
      </w:pPr>
    </w:p>
    <w:p w:rsidR="00262D53" w:rsidRDefault="00262D53" w:rsidP="00F518E9">
      <w:pPr>
        <w:rPr>
          <w:rFonts w:ascii="Arial" w:hAnsi="Arial" w:cs="Arial"/>
          <w:b/>
        </w:rPr>
      </w:pPr>
    </w:p>
    <w:p w:rsidR="00262D53" w:rsidRDefault="00262D53" w:rsidP="00F518E9">
      <w:pPr>
        <w:rPr>
          <w:rFonts w:ascii="Arial" w:hAnsi="Arial" w:cs="Arial"/>
          <w:b/>
        </w:rPr>
      </w:pPr>
    </w:p>
    <w:p w:rsidR="00262D53" w:rsidRPr="000C21E0" w:rsidRDefault="00262D53" w:rsidP="00F518E9">
      <w:pPr>
        <w:rPr>
          <w:rFonts w:ascii="Arial" w:hAnsi="Arial" w:cs="Arial"/>
          <w:b/>
        </w:rPr>
      </w:pPr>
    </w:p>
    <w:p w:rsidR="00262D53" w:rsidRPr="000C21E0" w:rsidRDefault="00262D53" w:rsidP="00F518E9">
      <w:pPr>
        <w:rPr>
          <w:rFonts w:ascii="Arial" w:hAnsi="Arial" w:cs="Arial"/>
          <w:b/>
        </w:rPr>
      </w:pPr>
    </w:p>
    <w:p w:rsidR="00262D53" w:rsidRPr="000C21E0" w:rsidRDefault="00262D53" w:rsidP="00F518E9">
      <w:pPr>
        <w:jc w:val="both"/>
        <w:rPr>
          <w:rFonts w:ascii="Arial" w:hAnsi="Arial" w:cs="Arial"/>
        </w:rPr>
      </w:pPr>
      <w:r w:rsidRPr="000C21E0">
        <w:rPr>
          <w:rFonts w:ascii="Arial" w:hAnsi="Arial" w:cs="Arial"/>
        </w:rPr>
        <w:t>Data__________________________________</w:t>
      </w:r>
    </w:p>
    <w:p w:rsidR="00262D53" w:rsidRPr="000C21E0" w:rsidRDefault="00262D53" w:rsidP="00F518E9">
      <w:pPr>
        <w:ind w:left="5664"/>
        <w:jc w:val="both"/>
        <w:rPr>
          <w:rFonts w:ascii="Arial" w:hAnsi="Arial" w:cs="Arial"/>
        </w:rPr>
      </w:pPr>
      <w:r w:rsidRPr="000C21E0">
        <w:rPr>
          <w:rFonts w:ascii="Arial" w:hAnsi="Arial" w:cs="Arial"/>
        </w:rPr>
        <w:t xml:space="preserve">           Firma(**)</w:t>
      </w:r>
    </w:p>
    <w:p w:rsidR="00262D53" w:rsidRPr="000C21E0" w:rsidRDefault="00262D53" w:rsidP="00F518E9">
      <w:pPr>
        <w:ind w:left="5664"/>
        <w:jc w:val="both"/>
        <w:rPr>
          <w:rFonts w:ascii="Arial" w:hAnsi="Arial" w:cs="Arial"/>
        </w:rPr>
      </w:pPr>
    </w:p>
    <w:p w:rsidR="00262D53" w:rsidRPr="000C21E0" w:rsidRDefault="00262D53" w:rsidP="00F518E9">
      <w:pPr>
        <w:ind w:left="4956"/>
        <w:jc w:val="both"/>
        <w:rPr>
          <w:rFonts w:ascii="Arial" w:hAnsi="Arial" w:cs="Arial"/>
        </w:rPr>
      </w:pPr>
      <w:r w:rsidRPr="000C21E0">
        <w:rPr>
          <w:rFonts w:ascii="Arial" w:hAnsi="Arial" w:cs="Arial"/>
        </w:rPr>
        <w:t>________________________________</w:t>
      </w:r>
    </w:p>
    <w:p w:rsidR="00262D53" w:rsidRPr="000C21E0" w:rsidRDefault="00262D53" w:rsidP="00F518E9">
      <w:pPr>
        <w:jc w:val="both"/>
        <w:rPr>
          <w:rFonts w:ascii="Arial" w:hAnsi="Arial" w:cs="Arial"/>
        </w:rPr>
      </w:pPr>
    </w:p>
    <w:p w:rsidR="00262D53" w:rsidRDefault="00262D53" w:rsidP="00F518E9">
      <w:pPr>
        <w:jc w:val="both"/>
        <w:rPr>
          <w:rFonts w:ascii="Arial" w:hAnsi="Arial" w:cs="Arial"/>
        </w:rPr>
      </w:pPr>
    </w:p>
    <w:p w:rsidR="00262D53" w:rsidRDefault="00262D53" w:rsidP="00F518E9">
      <w:pPr>
        <w:jc w:val="both"/>
        <w:rPr>
          <w:rFonts w:ascii="Arial" w:hAnsi="Arial" w:cs="Arial"/>
        </w:rPr>
      </w:pPr>
    </w:p>
    <w:p w:rsidR="00262D53" w:rsidRDefault="00262D53" w:rsidP="00F518E9">
      <w:pPr>
        <w:jc w:val="both"/>
        <w:rPr>
          <w:rFonts w:ascii="Arial" w:hAnsi="Arial" w:cs="Arial"/>
        </w:rPr>
      </w:pPr>
    </w:p>
    <w:p w:rsidR="00262D53" w:rsidRPr="000C21E0" w:rsidRDefault="00262D53" w:rsidP="008D7E74">
      <w:pPr>
        <w:jc w:val="both"/>
        <w:rPr>
          <w:rFonts w:ascii="Arial" w:hAnsi="Arial" w:cs="Arial"/>
          <w:b/>
        </w:rPr>
      </w:pPr>
      <w:r w:rsidRPr="000C21E0">
        <w:rPr>
          <w:rFonts w:ascii="Arial" w:hAnsi="Arial" w:cs="Arial"/>
          <w:b/>
        </w:rPr>
        <w:t>DOCUMENTI  DA  ALLEGARE</w:t>
      </w:r>
    </w:p>
    <w:p w:rsidR="00262D53" w:rsidRPr="000C21E0" w:rsidRDefault="00262D53" w:rsidP="008D7E74">
      <w:pPr>
        <w:jc w:val="both"/>
        <w:rPr>
          <w:rFonts w:ascii="Arial" w:hAnsi="Arial" w:cs="Arial"/>
          <w:b/>
        </w:rPr>
      </w:pPr>
    </w:p>
    <w:p w:rsidR="00262D53" w:rsidRPr="000C21E0" w:rsidRDefault="00262D53" w:rsidP="008D7E74">
      <w:pPr>
        <w:jc w:val="both"/>
        <w:rPr>
          <w:rFonts w:ascii="Arial" w:hAnsi="Arial" w:cs="Arial"/>
          <w:b/>
        </w:rPr>
      </w:pPr>
      <w:r w:rsidRPr="000C21E0">
        <w:rPr>
          <w:rFonts w:ascii="Arial" w:hAnsi="Arial" w:cs="Arial"/>
          <w:b/>
        </w:rPr>
        <w:t>Copia certificato di proprietà dei veicoli</w:t>
      </w:r>
    </w:p>
    <w:p w:rsidR="00262D53" w:rsidRPr="000C21E0" w:rsidRDefault="00262D53" w:rsidP="008D7E74">
      <w:pPr>
        <w:jc w:val="both"/>
        <w:rPr>
          <w:rFonts w:ascii="Arial" w:hAnsi="Arial" w:cs="Arial"/>
          <w:b/>
        </w:rPr>
      </w:pPr>
      <w:r w:rsidRPr="000C21E0">
        <w:rPr>
          <w:rFonts w:ascii="Arial" w:hAnsi="Arial" w:cs="Arial"/>
          <w:b/>
        </w:rPr>
        <w:t>Copia libretto di circolazione</w:t>
      </w:r>
    </w:p>
    <w:p w:rsidR="00262D53" w:rsidRPr="000C21E0" w:rsidRDefault="00262D53" w:rsidP="008D7E74">
      <w:pPr>
        <w:jc w:val="both"/>
        <w:rPr>
          <w:rFonts w:ascii="Arial" w:hAnsi="Arial" w:cs="Arial"/>
          <w:b/>
        </w:rPr>
      </w:pPr>
      <w:r w:rsidRPr="000C21E0">
        <w:rPr>
          <w:rFonts w:ascii="Arial" w:hAnsi="Arial" w:cs="Arial"/>
          <w:b/>
        </w:rPr>
        <w:t xml:space="preserve">Copia assicurazione dei veicoli </w:t>
      </w:r>
      <w:r>
        <w:rPr>
          <w:rFonts w:ascii="Arial" w:hAnsi="Arial" w:cs="Arial"/>
          <w:b/>
        </w:rPr>
        <w:t xml:space="preserve"> (solo la prima rata)</w:t>
      </w:r>
    </w:p>
    <w:p w:rsidR="00262D53" w:rsidRPr="000C21E0" w:rsidRDefault="00262D53" w:rsidP="008D7E74">
      <w:pPr>
        <w:rPr>
          <w:rFonts w:ascii="Arial" w:hAnsi="Arial" w:cs="Arial"/>
          <w:b/>
        </w:rPr>
      </w:pPr>
    </w:p>
    <w:p w:rsidR="00262D53" w:rsidRDefault="00262D53" w:rsidP="00F518E9">
      <w:pPr>
        <w:jc w:val="both"/>
        <w:rPr>
          <w:rFonts w:ascii="Arial" w:hAnsi="Arial" w:cs="Arial"/>
        </w:rPr>
      </w:pPr>
    </w:p>
    <w:p w:rsidR="00262D53" w:rsidRDefault="00262D53" w:rsidP="00F518E9">
      <w:pPr>
        <w:jc w:val="both"/>
        <w:rPr>
          <w:rFonts w:ascii="Arial" w:hAnsi="Arial" w:cs="Arial"/>
        </w:rPr>
      </w:pPr>
    </w:p>
    <w:p w:rsidR="00262D53" w:rsidRPr="000C21E0" w:rsidRDefault="00262D53" w:rsidP="00F518E9">
      <w:pPr>
        <w:jc w:val="both"/>
        <w:rPr>
          <w:rFonts w:ascii="Arial" w:hAnsi="Arial" w:cs="Arial"/>
        </w:rPr>
      </w:pPr>
    </w:p>
    <w:p w:rsidR="00262D53" w:rsidRDefault="00262D53" w:rsidP="00F518E9">
      <w:pPr>
        <w:jc w:val="both"/>
        <w:rPr>
          <w:rFonts w:ascii="Arial" w:hAnsi="Arial" w:cs="Arial"/>
          <w:sz w:val="18"/>
          <w:szCs w:val="18"/>
        </w:rPr>
      </w:pPr>
      <w:r w:rsidRPr="000C21E0">
        <w:rPr>
          <w:rFonts w:ascii="Arial" w:hAnsi="Arial" w:cs="Arial"/>
          <w:sz w:val="18"/>
          <w:szCs w:val="18"/>
        </w:rPr>
        <w:t>(*) titolare, socio, socio amministratore, amministratore unico, rappresentante legale, ecc.</w:t>
      </w:r>
    </w:p>
    <w:p w:rsidR="00262D53" w:rsidRPr="000C21E0" w:rsidRDefault="00262D53" w:rsidP="00F518E9">
      <w:pPr>
        <w:jc w:val="both"/>
        <w:rPr>
          <w:rFonts w:ascii="Arial" w:hAnsi="Arial" w:cs="Arial"/>
          <w:sz w:val="18"/>
          <w:szCs w:val="18"/>
        </w:rPr>
      </w:pPr>
    </w:p>
    <w:p w:rsidR="00262D53" w:rsidRPr="000C21E0" w:rsidRDefault="00262D53" w:rsidP="008E5195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0C21E0">
        <w:rPr>
          <w:rFonts w:ascii="Arial" w:hAnsi="Arial" w:cs="Arial"/>
          <w:sz w:val="18"/>
          <w:szCs w:val="18"/>
        </w:rPr>
        <w:t xml:space="preserve">(**) La sottoscrizione dell'istanza e delle dichiarazioni sostitutive allegate, rese ai sensi degli artt. 46 e 47 del D.P.R. 28/12/2000 n. 445 </w:t>
      </w:r>
      <w:r w:rsidRPr="000C21E0">
        <w:rPr>
          <w:rFonts w:ascii="Arial" w:hAnsi="Arial" w:cs="Arial"/>
          <w:bCs/>
          <w:sz w:val="18"/>
          <w:szCs w:val="18"/>
        </w:rPr>
        <w:t xml:space="preserve">non è soggetta ad autenticazione </w:t>
      </w:r>
      <w:r w:rsidRPr="000C21E0">
        <w:rPr>
          <w:rFonts w:ascii="Arial" w:hAnsi="Arial" w:cs="Arial"/>
          <w:sz w:val="18"/>
          <w:szCs w:val="18"/>
        </w:rPr>
        <w:t xml:space="preserve">quando la firma viene apposta </w:t>
      </w:r>
      <w:r w:rsidRPr="000C21E0">
        <w:rPr>
          <w:rFonts w:ascii="Arial" w:hAnsi="Arial" w:cs="Arial"/>
          <w:bCs/>
          <w:sz w:val="18"/>
          <w:szCs w:val="18"/>
        </w:rPr>
        <w:t xml:space="preserve">in presenza </w:t>
      </w:r>
      <w:r w:rsidRPr="000C21E0">
        <w:rPr>
          <w:rFonts w:ascii="Arial" w:hAnsi="Arial" w:cs="Arial"/>
          <w:sz w:val="18"/>
          <w:szCs w:val="18"/>
        </w:rPr>
        <w:t xml:space="preserve">del dipendente addetto, previa </w:t>
      </w:r>
      <w:r w:rsidRPr="000C21E0">
        <w:rPr>
          <w:rFonts w:ascii="Arial" w:hAnsi="Arial" w:cs="Arial"/>
          <w:bCs/>
          <w:sz w:val="18"/>
          <w:szCs w:val="18"/>
        </w:rPr>
        <w:t xml:space="preserve">esibizione </w:t>
      </w:r>
      <w:r>
        <w:rPr>
          <w:rFonts w:ascii="Arial" w:hAnsi="Arial" w:cs="Arial"/>
          <w:sz w:val="18"/>
          <w:szCs w:val="18"/>
        </w:rPr>
        <w:t>del documento d'identità</w:t>
      </w:r>
      <w:r w:rsidRPr="000C21E0">
        <w:rPr>
          <w:rFonts w:ascii="Arial" w:hAnsi="Arial" w:cs="Arial"/>
          <w:sz w:val="18"/>
          <w:szCs w:val="18"/>
        </w:rPr>
        <w:t xml:space="preserve"> del sottoscrittore. In alternativa, </w:t>
      </w:r>
      <w:r w:rsidRPr="000C21E0">
        <w:rPr>
          <w:rFonts w:ascii="Arial" w:hAnsi="Arial" w:cs="Arial"/>
          <w:bCs/>
          <w:sz w:val="18"/>
          <w:szCs w:val="18"/>
        </w:rPr>
        <w:t>l'istanza può anche essere spedita per mezzo del sistema postale e deve essere</w:t>
      </w:r>
      <w:r w:rsidRPr="000C21E0">
        <w:rPr>
          <w:rFonts w:ascii="Arial" w:hAnsi="Arial" w:cs="Arial"/>
          <w:sz w:val="18"/>
          <w:szCs w:val="18"/>
        </w:rPr>
        <w:t xml:space="preserve"> </w:t>
      </w:r>
      <w:r w:rsidRPr="000C21E0">
        <w:rPr>
          <w:rFonts w:ascii="Arial" w:hAnsi="Arial" w:cs="Arial"/>
          <w:bCs/>
          <w:sz w:val="18"/>
          <w:szCs w:val="18"/>
        </w:rPr>
        <w:t>accompagnata dalla fotocopia (fronte-retro) legg</w:t>
      </w:r>
      <w:r>
        <w:rPr>
          <w:rFonts w:ascii="Arial" w:hAnsi="Arial" w:cs="Arial"/>
          <w:bCs/>
          <w:sz w:val="18"/>
          <w:szCs w:val="18"/>
        </w:rPr>
        <w:t>ibile di un documento d'identità</w:t>
      </w:r>
      <w:r w:rsidRPr="000C21E0">
        <w:rPr>
          <w:rFonts w:ascii="Arial" w:hAnsi="Arial" w:cs="Arial"/>
          <w:bCs/>
          <w:sz w:val="18"/>
          <w:szCs w:val="18"/>
        </w:rPr>
        <w:t xml:space="preserve"> non scaduto.</w:t>
      </w:r>
    </w:p>
    <w:p w:rsidR="00262D53" w:rsidRPr="000C21E0" w:rsidRDefault="00262D53" w:rsidP="00F518E9">
      <w:pPr>
        <w:rPr>
          <w:rFonts w:ascii="Arial" w:hAnsi="Arial" w:cs="Arial"/>
          <w:b/>
        </w:rPr>
      </w:pPr>
    </w:p>
    <w:p w:rsidR="00262D53" w:rsidRPr="000C21E0" w:rsidRDefault="00262D53" w:rsidP="00F518E9">
      <w:pPr>
        <w:rPr>
          <w:rFonts w:ascii="Arial" w:hAnsi="Arial" w:cs="Arial"/>
          <w:b/>
        </w:rPr>
      </w:pPr>
    </w:p>
    <w:p w:rsidR="00262D53" w:rsidRPr="00250EA5" w:rsidRDefault="00262D53" w:rsidP="008E51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  <w:r w:rsidRPr="00250EA5">
        <w:rPr>
          <w:rFonts w:ascii="Arial" w:hAnsi="Arial" w:cs="Arial"/>
          <w:b/>
          <w:bCs/>
          <w:sz w:val="16"/>
          <w:szCs w:val="16"/>
        </w:rPr>
        <w:t>PARTE RISERVATA ALL'UFFICIO</w:t>
      </w:r>
    </w:p>
    <w:p w:rsidR="00262D53" w:rsidRPr="00250EA5" w:rsidRDefault="00262D53" w:rsidP="008E519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:rsidR="00262D53" w:rsidRPr="00250EA5" w:rsidRDefault="00262D53" w:rsidP="008E5195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0EA5">
        <w:rPr>
          <w:rFonts w:ascii="Arial" w:hAnsi="Arial" w:cs="Arial"/>
          <w:sz w:val="16"/>
          <w:szCs w:val="16"/>
        </w:rPr>
        <w:t>Il sottoscritto____________________________________in qualità di dipendente attesta che:</w:t>
      </w:r>
    </w:p>
    <w:p w:rsidR="00262D53" w:rsidRPr="00250EA5" w:rsidRDefault="00262D53" w:rsidP="008E5195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262D53" w:rsidRPr="00250EA5" w:rsidRDefault="00262D53" w:rsidP="008E5195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0EA5">
        <w:rPr>
          <w:rFonts w:ascii="Arial" w:hAnsi="Arial" w:cs="Arial"/>
          <w:sz w:val="16"/>
          <w:szCs w:val="16"/>
        </w:rPr>
        <w:t>_ la firma in calce alla domanda è stata apposta in sua presenza in data_________________________</w:t>
      </w:r>
    </w:p>
    <w:p w:rsidR="00262D53" w:rsidRPr="00250EA5" w:rsidRDefault="00262D53" w:rsidP="008E5195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0EA5">
        <w:rPr>
          <w:rFonts w:ascii="Arial" w:hAnsi="Arial" w:cs="Arial"/>
          <w:sz w:val="16"/>
          <w:szCs w:val="16"/>
        </w:rPr>
        <w:t>Il sottoscrittore è stato identificato a mezzo esibizione di_____________________________________</w:t>
      </w:r>
    </w:p>
    <w:p w:rsidR="00262D53" w:rsidRPr="00250EA5" w:rsidRDefault="00262D53" w:rsidP="008E5195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0EA5">
        <w:rPr>
          <w:rFonts w:ascii="Arial" w:hAnsi="Arial" w:cs="Arial"/>
          <w:sz w:val="16"/>
          <w:szCs w:val="16"/>
        </w:rPr>
        <w:t>rilasciata da________________________________________ in data__________________________</w:t>
      </w:r>
    </w:p>
    <w:p w:rsidR="00262D53" w:rsidRPr="00250EA5" w:rsidRDefault="00262D53" w:rsidP="008E5195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262D53" w:rsidRPr="00250EA5" w:rsidRDefault="00262D53" w:rsidP="008E5195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0EA5">
        <w:rPr>
          <w:rFonts w:ascii="Arial" w:hAnsi="Arial" w:cs="Arial"/>
          <w:b/>
          <w:bCs/>
          <w:sz w:val="16"/>
          <w:szCs w:val="16"/>
        </w:rPr>
        <w:t xml:space="preserve">_ </w:t>
      </w:r>
      <w:r w:rsidRPr="00250EA5">
        <w:rPr>
          <w:rFonts w:ascii="Arial" w:hAnsi="Arial" w:cs="Arial"/>
          <w:sz w:val="16"/>
          <w:szCs w:val="16"/>
        </w:rPr>
        <w:t>la domanda e le eventuali dichiarazioni allegate sono pervenute per mezzo del sistema postale o a mani dell'interessato o di terzi già sottoscritte e corredate della copia fotostatica del documento di identità del sottoscrittore.</w:t>
      </w:r>
    </w:p>
    <w:p w:rsidR="00262D53" w:rsidRPr="00250EA5" w:rsidRDefault="00262D53" w:rsidP="008E5195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262D53" w:rsidRPr="00250EA5" w:rsidRDefault="00262D53" w:rsidP="008E5195">
      <w:pPr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</w:rPr>
      </w:pPr>
      <w:r w:rsidRPr="00250EA5">
        <w:rPr>
          <w:rFonts w:ascii="Arial" w:hAnsi="Arial" w:cs="Arial"/>
          <w:sz w:val="16"/>
          <w:szCs w:val="16"/>
        </w:rPr>
        <w:t>TIMBRO E FIRMA DEL DIPENDENTE ADDETTO</w:t>
      </w:r>
    </w:p>
    <w:p w:rsidR="00262D53" w:rsidRPr="00250EA5" w:rsidRDefault="00262D53" w:rsidP="008E5195">
      <w:pPr>
        <w:autoSpaceDE w:val="0"/>
        <w:autoSpaceDN w:val="0"/>
        <w:adjustRightInd w:val="0"/>
        <w:ind w:left="5664"/>
        <w:jc w:val="center"/>
        <w:rPr>
          <w:rFonts w:ascii="Arial" w:hAnsi="Arial" w:cs="Arial"/>
          <w:sz w:val="16"/>
          <w:szCs w:val="16"/>
        </w:rPr>
      </w:pPr>
      <w:r w:rsidRPr="00250EA5">
        <w:rPr>
          <w:rFonts w:ascii="Arial" w:hAnsi="Arial" w:cs="Arial"/>
          <w:sz w:val="16"/>
          <w:szCs w:val="16"/>
        </w:rPr>
        <w:t>______________________________</w:t>
      </w:r>
    </w:p>
    <w:p w:rsidR="00262D53" w:rsidRPr="00250EA5" w:rsidRDefault="00262D53" w:rsidP="008E519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:rsidR="00262D53" w:rsidRPr="00250EA5" w:rsidRDefault="00262D53" w:rsidP="008E519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:rsidR="00262D53" w:rsidRPr="00250EA5" w:rsidRDefault="00262D53" w:rsidP="008E519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  <w:r w:rsidRPr="00250EA5">
        <w:rPr>
          <w:rFonts w:ascii="Arial" w:hAnsi="Arial" w:cs="Arial"/>
          <w:b/>
          <w:bCs/>
          <w:sz w:val="16"/>
          <w:szCs w:val="16"/>
        </w:rPr>
        <w:t>INFORMATIVA AI SENSI DEL DECRETO LEGISLATIVO N. 196/2003 (Codice in materia di protezione dei dati personali)</w:t>
      </w:r>
    </w:p>
    <w:p w:rsidR="00262D53" w:rsidRPr="00250EA5" w:rsidRDefault="00262D53" w:rsidP="008E519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:rsidR="00262D53" w:rsidRPr="00250EA5" w:rsidRDefault="00262D53" w:rsidP="008E5195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0EA5">
        <w:rPr>
          <w:rFonts w:ascii="Arial" w:hAnsi="Arial" w:cs="Arial"/>
          <w:sz w:val="16"/>
          <w:szCs w:val="16"/>
        </w:rPr>
        <w:t>I dati personali contenuti nella presente domanda sono raccolti e conservati presso gli archivi cartacei o informatizzati della -Provincia di Viterbo -Servizio Trasporti- Via Saffi n.49 – 01100 Viterbo, secondo le prescrizioni inerenti la sicurezza prevista dal D.P.R. 318/1999.</w:t>
      </w:r>
    </w:p>
    <w:p w:rsidR="00262D53" w:rsidRPr="00250EA5" w:rsidRDefault="00262D53" w:rsidP="008E5195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0EA5">
        <w:rPr>
          <w:rFonts w:ascii="Arial" w:hAnsi="Arial" w:cs="Arial"/>
          <w:sz w:val="16"/>
          <w:szCs w:val="16"/>
        </w:rPr>
        <w:t>Per esigenze organizzative interne, i dati potranno essere consegnati alle sedi dell'ufficio presso i circondari della Provincia, anche senza comunicazione esplicita all'impresa. Il conferimento dei dati è obbligatorio ed è finalizzato allo svolgimento delle funzioni istituzionali previste dal D.Lgs. 285/92 e di regolamento. I dati conferiti potranno essere comunicati e diffusi anche per via telematica, per le stesse finalità di carattere istituzionale, comunque nel rispetto dei limiti previsti dal D.Lgs. 196/2003.</w:t>
      </w:r>
    </w:p>
    <w:p w:rsidR="00262D53" w:rsidRPr="00250EA5" w:rsidRDefault="00262D53" w:rsidP="008E5195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0EA5">
        <w:rPr>
          <w:rFonts w:ascii="Arial" w:hAnsi="Arial" w:cs="Arial"/>
          <w:sz w:val="16"/>
          <w:szCs w:val="16"/>
        </w:rPr>
        <w:t xml:space="preserve">Titolare del trattamento è </w:t>
      </w:r>
      <w:smartTag w:uri="urn:schemas-microsoft-com:office:smarttags" w:element="PersonName">
        <w:smartTagPr>
          <w:attr w:name="ProductID" w:val="la PROVINCIA DI VITERBO"/>
        </w:smartTagPr>
        <w:r w:rsidRPr="00250EA5">
          <w:rPr>
            <w:rFonts w:ascii="Arial" w:hAnsi="Arial" w:cs="Arial"/>
            <w:sz w:val="16"/>
            <w:szCs w:val="16"/>
          </w:rPr>
          <w:t>la PROVINCIA DI VITERBO</w:t>
        </w:r>
      </w:smartTag>
      <w:r w:rsidRPr="00250EA5">
        <w:rPr>
          <w:rFonts w:ascii="Arial" w:hAnsi="Arial" w:cs="Arial"/>
          <w:sz w:val="16"/>
          <w:szCs w:val="16"/>
        </w:rPr>
        <w:t>, a cui l'interessato può sempre rivolgersi per esercitare i diritti previsti dagli articoli 7 e seguenti del D.Lgs. 196/2003.</w:t>
      </w:r>
    </w:p>
    <w:p w:rsidR="00262D53" w:rsidRPr="00250EA5" w:rsidRDefault="00262D53" w:rsidP="008E5195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262D53" w:rsidRPr="00250EA5" w:rsidRDefault="00262D53" w:rsidP="008E5195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262D53" w:rsidRPr="00250EA5" w:rsidRDefault="00262D53" w:rsidP="008E51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  <w:r w:rsidRPr="00250EA5">
        <w:rPr>
          <w:rFonts w:ascii="Arial" w:hAnsi="Arial" w:cs="Arial"/>
          <w:b/>
          <w:bCs/>
          <w:sz w:val="16"/>
          <w:szCs w:val="16"/>
        </w:rPr>
        <w:t>SPAZIO DISPONIBILE PER EVENTUALE DELEGA A PRIVATI</w:t>
      </w:r>
    </w:p>
    <w:p w:rsidR="00262D53" w:rsidRPr="00250EA5" w:rsidRDefault="00262D53" w:rsidP="008E519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:rsidR="00262D53" w:rsidRPr="00250EA5" w:rsidRDefault="00262D53" w:rsidP="008E5195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0EA5">
        <w:rPr>
          <w:rFonts w:ascii="Arial" w:hAnsi="Arial" w:cs="Arial"/>
          <w:sz w:val="16"/>
          <w:szCs w:val="16"/>
        </w:rPr>
        <w:t>_l_ sottoscritt______________________________________ delega a presentare la domanda in  sua vece il sig.__________________________________________ nato a _________________ il _______________</w:t>
      </w:r>
    </w:p>
    <w:p w:rsidR="00262D53" w:rsidRPr="00250EA5" w:rsidRDefault="00262D53" w:rsidP="008E5195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0EA5">
        <w:rPr>
          <w:rFonts w:ascii="Arial" w:hAnsi="Arial" w:cs="Arial"/>
          <w:sz w:val="16"/>
          <w:szCs w:val="16"/>
        </w:rPr>
        <w:t>Informa il delegato che è tenuto a produrre all'ufficio ricevente una fotocopia del proprio documento di identità per i controlli previsti dalla legge.</w:t>
      </w:r>
    </w:p>
    <w:p w:rsidR="00262D53" w:rsidRPr="00250EA5" w:rsidRDefault="00262D53" w:rsidP="008E5195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262D53" w:rsidRPr="00250EA5" w:rsidRDefault="00262D53" w:rsidP="008E5195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262D53" w:rsidRPr="00250EA5" w:rsidRDefault="00262D53" w:rsidP="008E5195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0EA5">
        <w:rPr>
          <w:rFonts w:ascii="Arial" w:hAnsi="Arial" w:cs="Arial"/>
          <w:sz w:val="16"/>
          <w:szCs w:val="16"/>
        </w:rPr>
        <w:t xml:space="preserve">Data_______________________________ </w:t>
      </w:r>
      <w:r w:rsidRPr="00250EA5">
        <w:rPr>
          <w:rFonts w:ascii="Arial" w:hAnsi="Arial" w:cs="Arial"/>
          <w:sz w:val="16"/>
          <w:szCs w:val="16"/>
        </w:rPr>
        <w:tab/>
      </w:r>
      <w:r w:rsidRPr="00250EA5">
        <w:rPr>
          <w:rFonts w:ascii="Arial" w:hAnsi="Arial" w:cs="Arial"/>
          <w:sz w:val="16"/>
          <w:szCs w:val="16"/>
        </w:rPr>
        <w:tab/>
      </w:r>
      <w:r w:rsidRPr="00250EA5">
        <w:rPr>
          <w:rFonts w:ascii="Arial" w:hAnsi="Arial" w:cs="Arial"/>
          <w:sz w:val="16"/>
          <w:szCs w:val="16"/>
        </w:rPr>
        <w:tab/>
        <w:t>Firma____________________________</w:t>
      </w:r>
    </w:p>
    <w:p w:rsidR="00262D53" w:rsidRPr="00250EA5" w:rsidRDefault="00262D53" w:rsidP="008E5195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sectPr w:rsidR="00262D53" w:rsidRPr="00250EA5" w:rsidSect="00F518E9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80671"/>
    <w:multiLevelType w:val="hybridMultilevel"/>
    <w:tmpl w:val="B09A6F1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3A09D0"/>
    <w:multiLevelType w:val="hybridMultilevel"/>
    <w:tmpl w:val="20E8EB2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89272B"/>
    <w:multiLevelType w:val="hybridMultilevel"/>
    <w:tmpl w:val="AF46B84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18E9"/>
    <w:rsid w:val="0002427E"/>
    <w:rsid w:val="000760B9"/>
    <w:rsid w:val="000C21E0"/>
    <w:rsid w:val="000E7415"/>
    <w:rsid w:val="00111E32"/>
    <w:rsid w:val="00132C0E"/>
    <w:rsid w:val="00156914"/>
    <w:rsid w:val="001C1B64"/>
    <w:rsid w:val="00250EA5"/>
    <w:rsid w:val="00262D53"/>
    <w:rsid w:val="00332F9C"/>
    <w:rsid w:val="00484764"/>
    <w:rsid w:val="004B1D70"/>
    <w:rsid w:val="005F04DA"/>
    <w:rsid w:val="00605970"/>
    <w:rsid w:val="00662AA2"/>
    <w:rsid w:val="006C3948"/>
    <w:rsid w:val="007C73A4"/>
    <w:rsid w:val="00823416"/>
    <w:rsid w:val="008B65CB"/>
    <w:rsid w:val="008D7E74"/>
    <w:rsid w:val="008E46CA"/>
    <w:rsid w:val="008E5195"/>
    <w:rsid w:val="009156A3"/>
    <w:rsid w:val="009C652A"/>
    <w:rsid w:val="009F11C7"/>
    <w:rsid w:val="00A72880"/>
    <w:rsid w:val="00A87430"/>
    <w:rsid w:val="00AC3785"/>
    <w:rsid w:val="00B151F6"/>
    <w:rsid w:val="00BE2A24"/>
    <w:rsid w:val="00D20CA8"/>
    <w:rsid w:val="00D56C5E"/>
    <w:rsid w:val="00DD13A1"/>
    <w:rsid w:val="00DD7B80"/>
    <w:rsid w:val="00E07ED6"/>
    <w:rsid w:val="00E362E3"/>
    <w:rsid w:val="00EB33D0"/>
    <w:rsid w:val="00F518E9"/>
    <w:rsid w:val="00F8097B"/>
    <w:rsid w:val="00FA449A"/>
    <w:rsid w:val="00FC1048"/>
    <w:rsid w:val="00FD3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8E9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518E9"/>
    <w:pPr>
      <w:keepNext/>
      <w:jc w:val="center"/>
      <w:outlineLvl w:val="0"/>
    </w:pPr>
    <w:rPr>
      <w:rFonts w:ascii="Arial" w:hAnsi="Arial"/>
      <w:b/>
      <w:sz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518E9"/>
    <w:rPr>
      <w:rFonts w:ascii="Arial" w:hAnsi="Arial" w:cs="Times New Roman"/>
      <w:b/>
      <w:sz w:val="20"/>
      <w:szCs w:val="20"/>
      <w:lang w:eastAsia="it-IT"/>
    </w:rPr>
  </w:style>
  <w:style w:type="paragraph" w:styleId="BodyText">
    <w:name w:val="Body Text"/>
    <w:basedOn w:val="Normal"/>
    <w:link w:val="BodyTextChar"/>
    <w:uiPriority w:val="99"/>
    <w:rsid w:val="00F518E9"/>
    <w:pPr>
      <w:jc w:val="both"/>
    </w:pPr>
    <w:rPr>
      <w:rFonts w:ascii="Arial" w:hAnsi="Arial"/>
      <w:b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518E9"/>
    <w:rPr>
      <w:rFonts w:ascii="Arial" w:hAnsi="Arial" w:cs="Times New Roman"/>
      <w:b/>
      <w:sz w:val="20"/>
      <w:szCs w:val="20"/>
      <w:lang w:eastAsia="it-IT"/>
    </w:rPr>
  </w:style>
  <w:style w:type="paragraph" w:styleId="ListParagraph">
    <w:name w:val="List Paragraph"/>
    <w:basedOn w:val="Normal"/>
    <w:uiPriority w:val="99"/>
    <w:qFormat/>
    <w:rsid w:val="008B65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125</TotalTime>
  <Pages>2</Pages>
  <Words>662</Words>
  <Characters>3774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Alessia</dc:creator>
  <cp:keywords/>
  <dc:description/>
  <cp:lastModifiedBy>M F</cp:lastModifiedBy>
  <cp:revision>25</cp:revision>
  <cp:lastPrinted>2015-03-02T08:38:00Z</cp:lastPrinted>
  <dcterms:created xsi:type="dcterms:W3CDTF">2010-02-23T08:17:00Z</dcterms:created>
  <dcterms:modified xsi:type="dcterms:W3CDTF">2015-03-13T11:34:00Z</dcterms:modified>
</cp:coreProperties>
</file>