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219" w:rsidRDefault="00A54219" w:rsidP="009354C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MOD. 04 AUT.</w:t>
      </w:r>
    </w:p>
    <w:p w:rsidR="00A54219" w:rsidRDefault="00A54219" w:rsidP="008A183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A54219" w:rsidRPr="00452228" w:rsidRDefault="00A54219" w:rsidP="008A183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52228">
        <w:rPr>
          <w:rFonts w:ascii="Arial" w:hAnsi="Arial" w:cs="Arial"/>
          <w:b/>
          <w:bCs/>
          <w:sz w:val="20"/>
          <w:szCs w:val="20"/>
        </w:rPr>
        <w:t>FAC –SIMILE ATTESTAZIONE CAPACITA' FINANZIARIA (ART. 2 D.M. N. 317/95)</w:t>
      </w:r>
    </w:p>
    <w:p w:rsidR="00A54219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54219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54219" w:rsidRPr="00452228" w:rsidRDefault="00A54219" w:rsidP="008A18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52228">
        <w:rPr>
          <w:rFonts w:ascii="Arial" w:hAnsi="Arial" w:cs="Arial"/>
          <w:b/>
          <w:bCs/>
          <w:sz w:val="20"/>
          <w:szCs w:val="20"/>
        </w:rPr>
        <w:t>Ai fini della dimostrazione del requisito della capacità finanziaria, dovrà essere prodotta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52228">
        <w:rPr>
          <w:rFonts w:ascii="Arial" w:hAnsi="Arial" w:cs="Arial"/>
          <w:b/>
          <w:bCs/>
          <w:sz w:val="20"/>
          <w:szCs w:val="20"/>
        </w:rPr>
        <w:t>dagli interessati una attestazione di affidamento secondo il seguente schema: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52228">
        <w:rPr>
          <w:rFonts w:ascii="Arial" w:hAnsi="Arial" w:cs="Arial"/>
          <w:b/>
          <w:bCs/>
          <w:sz w:val="20"/>
          <w:szCs w:val="20"/>
        </w:rPr>
        <w:t>CARTA INTESTATA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2228">
        <w:rPr>
          <w:rFonts w:ascii="Arial" w:hAnsi="Arial" w:cs="Arial"/>
          <w:sz w:val="20"/>
          <w:szCs w:val="20"/>
        </w:rPr>
        <w:t>(dell'azienda od istituto di credito ovvero di società finanziaria con capitale sociale non inferiore a Euro 2.582.284,50)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52228">
        <w:rPr>
          <w:rFonts w:ascii="Arial" w:hAnsi="Arial" w:cs="Arial"/>
          <w:b/>
          <w:bCs/>
          <w:sz w:val="20"/>
          <w:szCs w:val="20"/>
        </w:rPr>
        <w:t>ATTESTAZIONE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52228">
        <w:rPr>
          <w:rFonts w:ascii="Arial" w:hAnsi="Arial" w:cs="Arial"/>
          <w:sz w:val="20"/>
          <w:szCs w:val="20"/>
        </w:rPr>
        <w:t xml:space="preserve">A richiesta dell'interessato, si attesta che questo istituto/società ha concesso al Sig…………………. 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52228">
        <w:rPr>
          <w:rFonts w:ascii="Arial" w:hAnsi="Arial" w:cs="Arial"/>
          <w:sz w:val="20"/>
          <w:szCs w:val="20"/>
        </w:rPr>
        <w:t>nella forma tecnica di (*)…………...........…………………un affidamento di EURO 25.882,84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2228">
        <w:rPr>
          <w:rFonts w:ascii="Arial" w:hAnsi="Arial" w:cs="Arial"/>
          <w:sz w:val="20"/>
          <w:szCs w:val="20"/>
        </w:rPr>
        <w:t>..................................., lì...............................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54219" w:rsidRPr="00452228" w:rsidRDefault="00A54219" w:rsidP="00B642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452228">
        <w:rPr>
          <w:rFonts w:ascii="Arial" w:hAnsi="Arial" w:cs="Arial"/>
          <w:b/>
          <w:bCs/>
          <w:sz w:val="20"/>
          <w:szCs w:val="20"/>
        </w:rPr>
        <w:t>ISTITUTO DI CREDITO</w:t>
      </w:r>
    </w:p>
    <w:p w:rsidR="00A54219" w:rsidRPr="00452228" w:rsidRDefault="00A54219" w:rsidP="00B642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52228">
        <w:rPr>
          <w:rFonts w:ascii="Arial" w:hAnsi="Arial" w:cs="Arial"/>
          <w:sz w:val="20"/>
          <w:szCs w:val="20"/>
        </w:rPr>
        <w:t>(azienda - soc. finanziaria)</w:t>
      </w:r>
    </w:p>
    <w:p w:rsidR="00A54219" w:rsidRPr="00452228" w:rsidRDefault="00A54219" w:rsidP="00B642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52228">
        <w:rPr>
          <w:rFonts w:ascii="Arial" w:hAnsi="Arial" w:cs="Arial"/>
          <w:sz w:val="20"/>
          <w:szCs w:val="20"/>
        </w:rPr>
        <w:t>(timbro e firma)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54219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54219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52228">
        <w:rPr>
          <w:rFonts w:ascii="Arial" w:hAnsi="Arial" w:cs="Arial"/>
          <w:b/>
          <w:bCs/>
          <w:sz w:val="20"/>
          <w:szCs w:val="20"/>
        </w:rPr>
        <w:t>(*) A titolo indicativo, sono ritenute idonee le seguenti forme tecniche: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2228">
        <w:rPr>
          <w:rFonts w:ascii="Arial" w:hAnsi="Arial" w:cs="Arial"/>
          <w:sz w:val="20"/>
          <w:szCs w:val="20"/>
        </w:rPr>
        <w:t xml:space="preserve">􀂃 </w:t>
      </w:r>
      <w:r w:rsidRPr="00452228">
        <w:rPr>
          <w:rFonts w:ascii="Arial" w:hAnsi="Arial" w:cs="Arial"/>
          <w:sz w:val="20"/>
          <w:szCs w:val="20"/>
        </w:rPr>
        <w:t>scoperto in c/c per Vs. transitorie esigenze di cassa;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2228">
        <w:rPr>
          <w:rFonts w:ascii="Arial" w:hAnsi="Arial" w:cs="Arial"/>
          <w:sz w:val="20"/>
          <w:szCs w:val="20"/>
        </w:rPr>
        <w:t xml:space="preserve">􀂃 </w:t>
      </w:r>
      <w:r w:rsidRPr="00452228">
        <w:rPr>
          <w:rFonts w:ascii="Arial" w:hAnsi="Arial" w:cs="Arial"/>
          <w:sz w:val="20"/>
          <w:szCs w:val="20"/>
        </w:rPr>
        <w:t>linea di credito utilizzabile per scoperto di conto ed ogni altra occorrenza bancaria;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2228">
        <w:rPr>
          <w:rFonts w:ascii="Arial" w:hAnsi="Arial" w:cs="Arial"/>
          <w:sz w:val="20"/>
          <w:szCs w:val="20"/>
        </w:rPr>
        <w:t>􀂃 scoperto;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2228">
        <w:rPr>
          <w:rFonts w:ascii="Arial" w:hAnsi="Arial" w:cs="Arial"/>
          <w:sz w:val="20"/>
          <w:szCs w:val="20"/>
        </w:rPr>
        <w:t>􀂃 apertura di credito per anticipo fatture confermate;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2228">
        <w:rPr>
          <w:rFonts w:ascii="Arial" w:hAnsi="Arial" w:cs="Arial"/>
          <w:sz w:val="20"/>
          <w:szCs w:val="20"/>
        </w:rPr>
        <w:t>􀂃 scoperto di c/c e smobilizzo credito;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2228">
        <w:rPr>
          <w:rFonts w:ascii="Arial" w:hAnsi="Arial" w:cs="Arial"/>
          <w:sz w:val="20"/>
          <w:szCs w:val="20"/>
        </w:rPr>
        <w:t>􀂃 scoperto di c/c ;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2228">
        <w:rPr>
          <w:rFonts w:ascii="Arial" w:hAnsi="Arial" w:cs="Arial"/>
          <w:sz w:val="20"/>
          <w:szCs w:val="20"/>
        </w:rPr>
        <w:t>􀂃 sconto di portafoglio;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2228">
        <w:rPr>
          <w:rFonts w:ascii="Arial" w:hAnsi="Arial" w:cs="Arial"/>
          <w:sz w:val="20"/>
          <w:szCs w:val="20"/>
        </w:rPr>
        <w:t>􀂃 apertura di credito;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2228">
        <w:rPr>
          <w:rFonts w:ascii="Arial" w:hAnsi="Arial" w:cs="Arial"/>
          <w:sz w:val="20"/>
          <w:szCs w:val="20"/>
        </w:rPr>
        <w:t>􀂃 apertura di credito e di finanziamento;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2228">
        <w:rPr>
          <w:rFonts w:ascii="Arial" w:hAnsi="Arial" w:cs="Arial"/>
          <w:sz w:val="20"/>
          <w:szCs w:val="20"/>
        </w:rPr>
        <w:t>􀂃 personalfido e apertura di credito;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2228">
        <w:rPr>
          <w:rFonts w:ascii="Arial" w:hAnsi="Arial" w:cs="Arial"/>
          <w:sz w:val="20"/>
          <w:szCs w:val="20"/>
        </w:rPr>
        <w:t>􀂃 credito da utilizzare in c/c in modo rotativo quale anticipo fatture e/o ricevute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452228">
        <w:rPr>
          <w:rFonts w:ascii="Arial" w:hAnsi="Arial" w:cs="Arial"/>
          <w:sz w:val="20"/>
          <w:szCs w:val="20"/>
        </w:rPr>
        <w:t>bancarie;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2228">
        <w:rPr>
          <w:rFonts w:ascii="Arial" w:hAnsi="Arial" w:cs="Arial"/>
          <w:sz w:val="20"/>
          <w:szCs w:val="20"/>
        </w:rPr>
        <w:t>􀂃 castelletto DIE (disponibilita' immediata effetti).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2228">
        <w:rPr>
          <w:rFonts w:ascii="Arial" w:hAnsi="Arial" w:cs="Arial"/>
          <w:sz w:val="20"/>
          <w:szCs w:val="20"/>
        </w:rPr>
        <w:t>􀂃 polizza fidejussoria;</w:t>
      </w: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54219" w:rsidRPr="00452228" w:rsidRDefault="00A54219" w:rsidP="00D95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52228">
        <w:rPr>
          <w:rFonts w:ascii="Arial" w:hAnsi="Arial" w:cs="Arial"/>
          <w:b/>
          <w:bCs/>
          <w:sz w:val="20"/>
          <w:szCs w:val="20"/>
        </w:rPr>
        <w:t>La dimostrazione della capacità finanziaria non può essere effettuata, per raggiungere</w:t>
      </w:r>
    </w:p>
    <w:p w:rsidR="00A54219" w:rsidRPr="00452228" w:rsidRDefault="00A54219" w:rsidP="00D953A7">
      <w:pPr>
        <w:jc w:val="both"/>
        <w:rPr>
          <w:rFonts w:ascii="Arial" w:hAnsi="Arial" w:cs="Arial"/>
          <w:sz w:val="20"/>
          <w:szCs w:val="20"/>
        </w:rPr>
      </w:pPr>
      <w:r w:rsidRPr="00452228">
        <w:rPr>
          <w:rFonts w:ascii="Arial" w:hAnsi="Arial" w:cs="Arial"/>
          <w:b/>
          <w:bCs/>
          <w:sz w:val="20"/>
          <w:szCs w:val="20"/>
        </w:rPr>
        <w:t>la somma prescritta, frazionatamente da più istituti di credito.</w:t>
      </w:r>
    </w:p>
    <w:sectPr w:rsidR="00A54219" w:rsidRPr="00452228" w:rsidSect="00015C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4005"/>
    <w:rsid w:val="00015CC7"/>
    <w:rsid w:val="00074005"/>
    <w:rsid w:val="002A7BF1"/>
    <w:rsid w:val="00452228"/>
    <w:rsid w:val="0054476E"/>
    <w:rsid w:val="0056724B"/>
    <w:rsid w:val="008A1839"/>
    <w:rsid w:val="008B1D7A"/>
    <w:rsid w:val="009354C0"/>
    <w:rsid w:val="009D3D60"/>
    <w:rsid w:val="00A54219"/>
    <w:rsid w:val="00B642B0"/>
    <w:rsid w:val="00B65C6C"/>
    <w:rsid w:val="00D953A7"/>
    <w:rsid w:val="00E36A45"/>
    <w:rsid w:val="00EB3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CC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234</Words>
  <Characters>1339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</dc:creator>
  <cp:keywords/>
  <dc:description/>
  <cp:lastModifiedBy>M F</cp:lastModifiedBy>
  <cp:revision>7</cp:revision>
  <dcterms:created xsi:type="dcterms:W3CDTF">2009-11-23T11:51:00Z</dcterms:created>
  <dcterms:modified xsi:type="dcterms:W3CDTF">2015-03-02T08:30:00Z</dcterms:modified>
</cp:coreProperties>
</file>